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306AA9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AA9">
              <w:rPr>
                <w:rFonts w:ascii="Times New Roman" w:hAnsi="Times New Roman" w:cs="Times New Roman"/>
                <w:b/>
                <w:sz w:val="24"/>
                <w:szCs w:val="24"/>
              </w:rPr>
              <w:t>Defibrilátor s vnitřními elektrodami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B2" w:rsidRDefault="00F211B2">
      <w:pPr>
        <w:spacing w:after="0" w:line="240" w:lineRule="auto"/>
      </w:pPr>
      <w:r>
        <w:separator/>
      </w:r>
    </w:p>
  </w:endnote>
  <w:endnote w:type="continuationSeparator" w:id="0">
    <w:p w:rsidR="00F211B2" w:rsidRDefault="00F2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C87A4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C87A4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F211B2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F211B2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B2" w:rsidRDefault="00F211B2">
      <w:pPr>
        <w:spacing w:after="0" w:line="240" w:lineRule="auto"/>
      </w:pPr>
      <w:r>
        <w:separator/>
      </w:r>
    </w:p>
  </w:footnote>
  <w:footnote w:type="continuationSeparator" w:id="0">
    <w:p w:rsidR="00F211B2" w:rsidRDefault="00F2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C87A4F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058101" wp14:editId="2132DA6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2556F"/>
    <w:rsid w:val="00285926"/>
    <w:rsid w:val="002A1EFB"/>
    <w:rsid w:val="002E4EAC"/>
    <w:rsid w:val="00306AA9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B11D4D"/>
    <w:rsid w:val="00B77CC3"/>
    <w:rsid w:val="00C87A4F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211B2"/>
    <w:rsid w:val="00F43FC2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2018-01-30T08:16:00Z</dcterms:modified>
</cp:coreProperties>
</file>